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A8" w:rsidRPr="00C310AC" w:rsidRDefault="002E07A8" w:rsidP="00C310AC">
      <w:pPr>
        <w:jc w:val="center"/>
        <w:rPr>
          <w:b/>
          <w:sz w:val="28"/>
          <w:szCs w:val="28"/>
        </w:rPr>
      </w:pPr>
    </w:p>
    <w:p w:rsidR="002E07A8" w:rsidRDefault="002E07A8" w:rsidP="004B67BA">
      <w:pPr>
        <w:jc w:val="center"/>
        <w:rPr>
          <w:b/>
        </w:rPr>
      </w:pPr>
      <w:r>
        <w:rPr>
          <w:b/>
        </w:rPr>
        <w:t xml:space="preserve">Качественный состав социальных педагогов </w:t>
      </w:r>
    </w:p>
    <w:p w:rsidR="002E07A8" w:rsidRPr="002516C9" w:rsidRDefault="002E07A8" w:rsidP="004B67BA">
      <w:pPr>
        <w:jc w:val="center"/>
        <w:rPr>
          <w:b/>
          <w:lang w:val="kk-KZ"/>
        </w:rPr>
      </w:pPr>
      <w:r>
        <w:rPr>
          <w:b/>
        </w:rPr>
        <w:t>2017-2018 учебный год</w:t>
      </w:r>
    </w:p>
    <w:p w:rsidR="002E07A8" w:rsidRDefault="002E07A8" w:rsidP="004B67BA">
      <w:pPr>
        <w:jc w:val="center"/>
        <w:rPr>
          <w:b/>
        </w:rPr>
      </w:pPr>
    </w:p>
    <w:tbl>
      <w:tblPr>
        <w:tblW w:w="1649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3"/>
        <w:gridCol w:w="1505"/>
        <w:gridCol w:w="1218"/>
        <w:gridCol w:w="1662"/>
        <w:gridCol w:w="900"/>
        <w:gridCol w:w="1440"/>
        <w:gridCol w:w="754"/>
        <w:gridCol w:w="1028"/>
        <w:gridCol w:w="838"/>
        <w:gridCol w:w="720"/>
        <w:gridCol w:w="852"/>
        <w:gridCol w:w="1276"/>
        <w:gridCol w:w="2126"/>
        <w:gridCol w:w="1701"/>
      </w:tblGrid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№</w:t>
            </w:r>
          </w:p>
        </w:tc>
        <w:tc>
          <w:tcPr>
            <w:tcW w:w="1505" w:type="dxa"/>
          </w:tcPr>
          <w:p w:rsidR="002E07A8" w:rsidRPr="000548F8" w:rsidRDefault="002E07A8">
            <w:pPr>
              <w:jc w:val="center"/>
            </w:pPr>
            <w:r w:rsidRPr="000548F8">
              <w:t>ФИО</w:t>
            </w:r>
          </w:p>
        </w:tc>
        <w:tc>
          <w:tcPr>
            <w:tcW w:w="1218" w:type="dxa"/>
          </w:tcPr>
          <w:p w:rsidR="002E07A8" w:rsidRPr="000548F8" w:rsidRDefault="002E07A8">
            <w:pPr>
              <w:jc w:val="center"/>
            </w:pPr>
            <w:r w:rsidRPr="000548F8">
              <w:t>Дата рождения</w:t>
            </w:r>
          </w:p>
        </w:tc>
        <w:tc>
          <w:tcPr>
            <w:tcW w:w="1662" w:type="dxa"/>
          </w:tcPr>
          <w:p w:rsidR="002E07A8" w:rsidRPr="000548F8" w:rsidRDefault="002E07A8">
            <w:pPr>
              <w:jc w:val="center"/>
            </w:pPr>
            <w:r w:rsidRPr="000548F8">
              <w:t>Образование учебное заведение</w:t>
            </w:r>
          </w:p>
        </w:tc>
        <w:tc>
          <w:tcPr>
            <w:tcW w:w="900" w:type="dxa"/>
          </w:tcPr>
          <w:p w:rsidR="002E07A8" w:rsidRPr="000548F8" w:rsidRDefault="002E07A8">
            <w:pPr>
              <w:jc w:val="center"/>
            </w:pPr>
            <w:r w:rsidRPr="000548F8">
              <w:t>Специальность по диплому</w:t>
            </w:r>
          </w:p>
        </w:tc>
        <w:tc>
          <w:tcPr>
            <w:tcW w:w="1440" w:type="dxa"/>
          </w:tcPr>
          <w:p w:rsidR="002E07A8" w:rsidRPr="000548F8" w:rsidRDefault="002E07A8">
            <w:pPr>
              <w:jc w:val="center"/>
            </w:pPr>
            <w:r w:rsidRPr="000548F8">
              <w:t xml:space="preserve">Место работы </w:t>
            </w:r>
          </w:p>
        </w:tc>
        <w:tc>
          <w:tcPr>
            <w:tcW w:w="754" w:type="dxa"/>
          </w:tcPr>
          <w:p w:rsidR="002E07A8" w:rsidRPr="000548F8" w:rsidRDefault="002E07A8">
            <w:pPr>
              <w:jc w:val="center"/>
            </w:pPr>
            <w:r w:rsidRPr="000548F8">
              <w:t>Стаж работы</w:t>
            </w:r>
          </w:p>
        </w:tc>
        <w:tc>
          <w:tcPr>
            <w:tcW w:w="1028" w:type="dxa"/>
          </w:tcPr>
          <w:p w:rsidR="002E07A8" w:rsidRPr="000548F8" w:rsidRDefault="002E07A8">
            <w:pPr>
              <w:jc w:val="center"/>
            </w:pPr>
            <w:r w:rsidRPr="000548F8">
              <w:t>Стаж работы по специальности</w:t>
            </w:r>
          </w:p>
        </w:tc>
        <w:tc>
          <w:tcPr>
            <w:tcW w:w="838" w:type="dxa"/>
          </w:tcPr>
          <w:p w:rsidR="002E07A8" w:rsidRPr="000548F8" w:rsidRDefault="002E07A8">
            <w:pPr>
              <w:jc w:val="center"/>
            </w:pPr>
            <w:r w:rsidRPr="000548F8">
              <w:t>Нагрузка</w:t>
            </w:r>
          </w:p>
        </w:tc>
        <w:tc>
          <w:tcPr>
            <w:tcW w:w="720" w:type="dxa"/>
          </w:tcPr>
          <w:p w:rsidR="002E07A8" w:rsidRPr="000548F8" w:rsidRDefault="002E07A8">
            <w:pPr>
              <w:jc w:val="center"/>
            </w:pPr>
            <w:r w:rsidRPr="000548F8">
              <w:t>Категория</w:t>
            </w:r>
          </w:p>
        </w:tc>
        <w:tc>
          <w:tcPr>
            <w:tcW w:w="852" w:type="dxa"/>
          </w:tcPr>
          <w:p w:rsidR="002E07A8" w:rsidRPr="000548F8" w:rsidRDefault="002E07A8">
            <w:pPr>
              <w:jc w:val="center"/>
            </w:pPr>
            <w:r w:rsidRPr="000548F8">
              <w:t>Награды</w:t>
            </w:r>
          </w:p>
        </w:tc>
        <w:tc>
          <w:tcPr>
            <w:tcW w:w="1276" w:type="dxa"/>
          </w:tcPr>
          <w:p w:rsidR="002E07A8" w:rsidRPr="000548F8" w:rsidRDefault="002E07A8">
            <w:pPr>
              <w:jc w:val="center"/>
            </w:pPr>
            <w:r w:rsidRPr="000548F8">
              <w:t>Методическая тема</w:t>
            </w:r>
          </w:p>
        </w:tc>
        <w:tc>
          <w:tcPr>
            <w:tcW w:w="2126" w:type="dxa"/>
          </w:tcPr>
          <w:p w:rsidR="002E07A8" w:rsidRPr="000548F8" w:rsidRDefault="002E07A8">
            <w:pPr>
              <w:jc w:val="center"/>
            </w:pPr>
            <w:r w:rsidRPr="000548F8">
              <w:t>Год прохождения курсов переподготовки</w:t>
            </w:r>
          </w:p>
        </w:tc>
        <w:tc>
          <w:tcPr>
            <w:tcW w:w="1701" w:type="dxa"/>
          </w:tcPr>
          <w:p w:rsidR="002E07A8" w:rsidRPr="000548F8" w:rsidRDefault="002E07A8">
            <w:pPr>
              <w:jc w:val="center"/>
            </w:pPr>
            <w:r w:rsidRPr="000548F8">
              <w:t>Адрес, телефон сотовый, домашний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</w:t>
            </w:r>
          </w:p>
        </w:tc>
        <w:tc>
          <w:tcPr>
            <w:tcW w:w="1505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Увалиев Игибай Кожаевич</w:t>
            </w:r>
          </w:p>
        </w:tc>
        <w:tc>
          <w:tcPr>
            <w:tcW w:w="1218" w:type="dxa"/>
          </w:tcPr>
          <w:p w:rsidR="002E07A8" w:rsidRPr="000548F8" w:rsidRDefault="002E07A8">
            <w:pPr>
              <w:jc w:val="center"/>
            </w:pPr>
          </w:p>
          <w:p w:rsidR="002E07A8" w:rsidRPr="000548F8" w:rsidRDefault="002E07A8" w:rsidP="009E3941">
            <w:pPr>
              <w:rPr>
                <w:lang w:val="kk-KZ"/>
              </w:rPr>
            </w:pPr>
            <w:r w:rsidRPr="000548F8">
              <w:t>08</w:t>
            </w:r>
            <w:r w:rsidRPr="000548F8">
              <w:rPr>
                <w:lang w:val="kk-KZ"/>
              </w:rPr>
              <w:t>.11.</w:t>
            </w:r>
          </w:p>
          <w:p w:rsidR="002E07A8" w:rsidRPr="000548F8" w:rsidRDefault="002E07A8" w:rsidP="009E3941">
            <w:pPr>
              <w:rPr>
                <w:lang w:val="kk-KZ"/>
              </w:rPr>
            </w:pPr>
            <w:r w:rsidRPr="000548F8">
              <w:rPr>
                <w:lang w:val="kk-KZ"/>
              </w:rPr>
              <w:t>1958</w:t>
            </w:r>
          </w:p>
        </w:tc>
        <w:tc>
          <w:tcPr>
            <w:tcW w:w="1662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вы</w:t>
            </w:r>
            <w:r>
              <w:rPr>
                <w:lang w:val="kk-KZ"/>
              </w:rPr>
              <w:t>с</w:t>
            </w:r>
            <w:r w:rsidRPr="000548F8">
              <w:rPr>
                <w:lang w:val="kk-KZ"/>
              </w:rPr>
              <w:t>шее</w:t>
            </w:r>
          </w:p>
        </w:tc>
        <w:tc>
          <w:tcPr>
            <w:tcW w:w="900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Учитель биологии</w:t>
            </w:r>
          </w:p>
        </w:tc>
        <w:tc>
          <w:tcPr>
            <w:tcW w:w="1440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Аралагашская СШ</w:t>
            </w:r>
          </w:p>
        </w:tc>
        <w:tc>
          <w:tcPr>
            <w:tcW w:w="754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21</w:t>
            </w:r>
          </w:p>
        </w:tc>
        <w:tc>
          <w:tcPr>
            <w:tcW w:w="1028" w:type="dxa"/>
          </w:tcPr>
          <w:p w:rsidR="002E07A8" w:rsidRPr="000548F8" w:rsidRDefault="002E07A8">
            <w:pPr>
              <w:jc w:val="center"/>
            </w:pPr>
          </w:p>
        </w:tc>
        <w:tc>
          <w:tcPr>
            <w:tcW w:w="838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Биология 2,самопознание 5,прикладные курсы 1</w:t>
            </w:r>
          </w:p>
        </w:tc>
        <w:tc>
          <w:tcPr>
            <w:tcW w:w="720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</w:t>
            </w:r>
          </w:p>
        </w:tc>
        <w:tc>
          <w:tcPr>
            <w:tcW w:w="852" w:type="dxa"/>
          </w:tcPr>
          <w:p w:rsidR="002E07A8" w:rsidRPr="000548F8" w:rsidRDefault="002E07A8">
            <w:pPr>
              <w:jc w:val="center"/>
            </w:pPr>
          </w:p>
        </w:tc>
        <w:tc>
          <w:tcPr>
            <w:tcW w:w="1276" w:type="dxa"/>
          </w:tcPr>
          <w:p w:rsidR="002E07A8" w:rsidRPr="000548F8" w:rsidRDefault="002E07A8" w:rsidP="009E3941">
            <w:pPr>
              <w:jc w:val="center"/>
            </w:pPr>
            <w:r w:rsidRPr="000548F8">
              <w:t>Деңгейлік оқыту технологиясын пайдалана отырып, оқушылардың танымдық белсенділіктерін арттыру</w:t>
            </w:r>
          </w:p>
          <w:p w:rsidR="002E07A8" w:rsidRPr="000548F8" w:rsidRDefault="002E07A8">
            <w:pPr>
              <w:jc w:val="center"/>
            </w:pPr>
          </w:p>
        </w:tc>
        <w:tc>
          <w:tcPr>
            <w:tcW w:w="2126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2016</w:t>
            </w:r>
          </w:p>
        </w:tc>
        <w:tc>
          <w:tcPr>
            <w:tcW w:w="1701" w:type="dxa"/>
          </w:tcPr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С.Аралагаш</w:t>
            </w:r>
          </w:p>
          <w:p w:rsidR="002E07A8" w:rsidRPr="000548F8" w:rsidRDefault="002E07A8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Тел: 87478271194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2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Попова Татьяна  Леонидовна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11.01.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1964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Курганский государственный университет, 2008 год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учитель технологии и предпринимательства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Астраханская средняя школа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25 лет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3 года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1 ставка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грамоты Роо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Создание благоприятных условий для развития личности ребенка. (физического, социального, духовно-нравственного и интелектуального</w:t>
            </w:r>
            <w:bookmarkStart w:id="0" w:name="_GoBack"/>
            <w:bookmarkEnd w:id="0"/>
            <w:r w:rsidRPr="000548F8">
              <w:t>)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2015 год, курсы переподготовки по специальности «Социальный педагог», Институт повышения  квалификации «Международная профессиональная академия «Туран-Профи». 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Астраханка,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29149 раб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29192 дом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87776085289.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3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Гонтарь Николай  Андреевич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20.07.1959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Высшее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0548F8">
                <w:t>1992 г</w:t>
              </w:r>
            </w:smartTag>
            <w:r w:rsidRPr="000548F8">
              <w:t xml:space="preserve"> кустанайский педагогический институт. 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Специальность  общетехнические  дисциплины и  труд.  Квалификация учитель  трудового  обучения и  общетехнических дисциплин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«Власовская средняя школа»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28,5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4 года 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1 ставка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первая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548F8">
                <w:t>2015 г</w:t>
              </w:r>
            </w:smartTag>
            <w:r w:rsidRPr="000548F8">
              <w:t>. подтверждение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благодарность РОО 2014г.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Основные технологические процессы современного производства с последующим профессиональным образованием и трудовой деятельностью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2013 ИПК "Международная профессиональная академия "Туран-Профи" "Социальный педагог"                                                              2016 АО "НЦПК Өрлеу" ИПКПР "Воспитание национальных ценностей в контексте идеи "Мәңгелік Ел " уроках технологии"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Аккайынский  район. С.Власовка, ул  Молодёжная 2-76-84   8-705-763-72-09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4</w:t>
            </w:r>
          </w:p>
        </w:tc>
        <w:tc>
          <w:tcPr>
            <w:tcW w:w="1505" w:type="dxa"/>
          </w:tcPr>
          <w:p w:rsidR="002E07A8" w:rsidRPr="000548F8" w:rsidRDefault="002E07A8" w:rsidP="00281619">
            <w:r w:rsidRPr="000548F8">
              <w:t>Мулдашева Анель Аманжолова</w:t>
            </w:r>
          </w:p>
        </w:tc>
        <w:tc>
          <w:tcPr>
            <w:tcW w:w="1218" w:type="dxa"/>
          </w:tcPr>
          <w:p w:rsidR="002E07A8" w:rsidRPr="000548F8" w:rsidRDefault="002E07A8" w:rsidP="00281619">
            <w:r w:rsidRPr="000548F8">
              <w:t>28.05. 1993г</w:t>
            </w:r>
          </w:p>
        </w:tc>
        <w:tc>
          <w:tcPr>
            <w:tcW w:w="1662" w:type="dxa"/>
          </w:tcPr>
          <w:p w:rsidR="002E07A8" w:rsidRPr="000548F8" w:rsidRDefault="002E07A8" w:rsidP="00281619">
            <w:r w:rsidRPr="000548F8">
              <w:t>Высшее, СКГУ</w:t>
            </w:r>
          </w:p>
        </w:tc>
        <w:tc>
          <w:tcPr>
            <w:tcW w:w="900" w:type="dxa"/>
          </w:tcPr>
          <w:p w:rsidR="002E07A8" w:rsidRPr="000548F8" w:rsidRDefault="002E07A8" w:rsidP="00281619">
            <w:r w:rsidRPr="000548F8">
              <w:t>СКГУ,2015</w:t>
            </w:r>
          </w:p>
          <w:p w:rsidR="002E07A8" w:rsidRPr="000548F8" w:rsidRDefault="002E07A8" w:rsidP="00281619">
            <w:r w:rsidRPr="000548F8">
              <w:t>высшее</w:t>
            </w:r>
          </w:p>
          <w:p w:rsidR="002E07A8" w:rsidRPr="000548F8" w:rsidRDefault="002E07A8" w:rsidP="00281619">
            <w:r w:rsidRPr="000548F8">
              <w:t>Социальная педагогика и самопознание</w:t>
            </w:r>
          </w:p>
          <w:p w:rsidR="002E07A8" w:rsidRPr="000548F8" w:rsidRDefault="002E07A8" w:rsidP="00281619">
            <w:r w:rsidRPr="000548F8">
              <w:t xml:space="preserve"> 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t>КГУ «Полтавская средняя школа»</w:t>
            </w:r>
          </w:p>
        </w:tc>
        <w:tc>
          <w:tcPr>
            <w:tcW w:w="754" w:type="dxa"/>
          </w:tcPr>
          <w:p w:rsidR="002E07A8" w:rsidRPr="000548F8" w:rsidRDefault="002E07A8" w:rsidP="00281619">
            <w:r w:rsidRPr="000548F8">
              <w:t>2</w:t>
            </w:r>
          </w:p>
          <w:p w:rsidR="002E07A8" w:rsidRPr="000548F8" w:rsidRDefault="002E07A8" w:rsidP="00281619">
            <w:pPr>
              <w:rPr>
                <w:highlight w:val="yellow"/>
              </w:rPr>
            </w:pPr>
          </w:p>
        </w:tc>
        <w:tc>
          <w:tcPr>
            <w:tcW w:w="1028" w:type="dxa"/>
          </w:tcPr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t>2</w:t>
            </w:r>
          </w:p>
        </w:tc>
        <w:tc>
          <w:tcPr>
            <w:tcW w:w="838" w:type="dxa"/>
          </w:tcPr>
          <w:p w:rsidR="002E07A8" w:rsidRPr="000548F8" w:rsidRDefault="002E07A8" w:rsidP="00281619">
            <w:r w:rsidRPr="000548F8">
              <w:t>9 ч Соц.пед.</w:t>
            </w:r>
          </w:p>
          <w:p w:rsidR="002E07A8" w:rsidRPr="000548F8" w:rsidRDefault="002E07A8" w:rsidP="00281619">
            <w:r w:rsidRPr="000548F8">
              <w:t>Самопознание</w:t>
            </w:r>
          </w:p>
          <w:p w:rsidR="002E07A8" w:rsidRPr="000548F8" w:rsidRDefault="002E07A8" w:rsidP="00281619">
            <w:r w:rsidRPr="000548F8">
              <w:t>9 кл -1 ч</w:t>
            </w:r>
          </w:p>
          <w:p w:rsidR="002E07A8" w:rsidRPr="000548F8" w:rsidRDefault="002E07A8" w:rsidP="00281619">
            <w:r w:rsidRPr="000548F8">
              <w:t>Художествен. Труд – 5,7 кл - 3 ч</w:t>
            </w:r>
          </w:p>
          <w:p w:rsidR="002E07A8" w:rsidRPr="000548F8" w:rsidRDefault="002E07A8" w:rsidP="00281619">
            <w:r w:rsidRPr="000548F8">
              <w:t>Технология</w:t>
            </w:r>
          </w:p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t>6,8-11 кл – 8 ч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r w:rsidRPr="000548F8">
              <w:t>Благодарственное письмо РОО</w:t>
            </w:r>
          </w:p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t>2017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rPr>
                <w:highlight w:val="yellow"/>
              </w:rPr>
            </w:pPr>
            <w:r w:rsidRPr="000548F8">
              <w:rPr>
                <w:lang w:val="kk-KZ"/>
              </w:rPr>
              <w:t>Использование позитивных возможностей для снижения негативного влияния социума на личность ребенка</w:t>
            </w:r>
          </w:p>
        </w:tc>
        <w:tc>
          <w:tcPr>
            <w:tcW w:w="2126" w:type="dxa"/>
          </w:tcPr>
          <w:p w:rsidR="002E07A8" w:rsidRPr="000548F8" w:rsidRDefault="002E07A8" w:rsidP="00281619"/>
          <w:p w:rsidR="002E07A8" w:rsidRPr="000548F8" w:rsidRDefault="002E07A8" w:rsidP="00281619">
            <w:r w:rsidRPr="000548F8">
              <w:t>АО «НЦПК «</w:t>
            </w:r>
            <w:r w:rsidRPr="000548F8">
              <w:rPr>
                <w:lang w:val="kk-KZ"/>
              </w:rPr>
              <w:t>Өрлеу</w:t>
            </w:r>
            <w:r w:rsidRPr="000548F8">
              <w:t>»</w:t>
            </w:r>
            <w:r w:rsidRPr="000548F8">
              <w:rPr>
                <w:lang w:val="kk-KZ"/>
              </w:rPr>
              <w:t xml:space="preserve"> ИПК</w:t>
            </w:r>
            <w:r w:rsidRPr="000548F8">
              <w:t>»</w:t>
            </w:r>
          </w:p>
          <w:p w:rsidR="002E07A8" w:rsidRPr="000548F8" w:rsidRDefault="002E07A8" w:rsidP="00281619">
            <w:r w:rsidRPr="000548F8">
              <w:t>07.05.16г</w:t>
            </w:r>
          </w:p>
          <w:p w:rsidR="002E07A8" w:rsidRPr="000548F8" w:rsidRDefault="002E07A8" w:rsidP="00281619">
            <w:r w:rsidRPr="000548F8">
              <w:t>«Методические инновации в организации летнего отдыха детей»</w:t>
            </w:r>
          </w:p>
          <w:p w:rsidR="002E07A8" w:rsidRPr="000548F8" w:rsidRDefault="002E07A8" w:rsidP="00281619">
            <w:r w:rsidRPr="000548F8">
              <w:t xml:space="preserve">№010195, 24 ч </w:t>
            </w:r>
          </w:p>
          <w:p w:rsidR="002E07A8" w:rsidRPr="000548F8" w:rsidRDefault="002E07A8" w:rsidP="00281619">
            <w:pPr>
              <w:rPr>
                <w:highlight w:val="yellow"/>
              </w:rPr>
            </w:pP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СКО, Аккайынский район, с. Полтавка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8-777-219-74-78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5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Касенов Кенжебай Касымович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28.02.64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Кокшетауский ГУ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Преподаватель технологии труда и предпринимательства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«Смирновская СШ №1»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29 лет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3 года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9ч.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высшая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Грамоты РОО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Воспитание эстетического вкуса на уроках технологии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2014г.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Горького 45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2-17-90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8747-652-39-10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6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Жантлесова Жулдуз Муктаровна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23.04.1983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Карагандинский государственный университет в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0548F8">
                <w:t>2005 г</w:t>
              </w:r>
            </w:smartTag>
          </w:p>
        </w:tc>
        <w:tc>
          <w:tcPr>
            <w:tcW w:w="900" w:type="dxa"/>
          </w:tcPr>
          <w:p w:rsidR="002E07A8" w:rsidRPr="000548F8" w:rsidRDefault="002E07A8" w:rsidP="00281619">
            <w:r w:rsidRPr="000548F8">
              <w:t>Соц педагог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Учитель химии и биологии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«Смирновская средняя школа №2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4-10-0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4-10-0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нет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  <w:rPr>
                <w:b/>
              </w:rPr>
            </w:pPr>
            <w:r w:rsidRPr="000548F8">
              <w:rPr>
                <w:rStyle w:val="Strong"/>
                <w:b w:val="0"/>
                <w:bCs/>
                <w:color w:val="000000"/>
                <w:shd w:val="clear" w:color="auto" w:fill="FFFFFF"/>
              </w:rPr>
              <w:t>«Индивидуально-профилактическая работа с «трудными» учащимися, требующими повышенного контроля»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2014 год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Пер. Дорожный 3/2</w:t>
            </w:r>
          </w:p>
          <w:p w:rsidR="002E07A8" w:rsidRPr="000548F8" w:rsidRDefault="002E07A8" w:rsidP="00281619">
            <w:pPr>
              <w:jc w:val="center"/>
            </w:pPr>
          </w:p>
          <w:p w:rsidR="002E07A8" w:rsidRPr="000548F8" w:rsidRDefault="002E07A8" w:rsidP="00281619">
            <w:pPr>
              <w:jc w:val="center"/>
            </w:pPr>
            <w:r w:rsidRPr="000548F8">
              <w:t>Тел. 20117</w:t>
            </w:r>
          </w:p>
          <w:p w:rsidR="002E07A8" w:rsidRPr="000548F8" w:rsidRDefault="002E07A8" w:rsidP="00281619">
            <w:pPr>
              <w:jc w:val="center"/>
            </w:pPr>
          </w:p>
          <w:p w:rsidR="002E07A8" w:rsidRPr="000548F8" w:rsidRDefault="002E07A8" w:rsidP="00281619">
            <w:pPr>
              <w:jc w:val="center"/>
            </w:pPr>
            <w:r w:rsidRPr="000548F8">
              <w:t>Сот.87759796905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7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Умерзакова Жанар Толегеновна</w:t>
            </w:r>
          </w:p>
          <w:p w:rsidR="002E07A8" w:rsidRPr="000548F8" w:rsidRDefault="002E07A8" w:rsidP="00281619">
            <w:pPr>
              <w:jc w:val="center"/>
            </w:pPr>
          </w:p>
          <w:p w:rsidR="002E07A8" w:rsidRPr="000548F8" w:rsidRDefault="002E07A8" w:rsidP="00281619">
            <w:pPr>
              <w:jc w:val="center"/>
            </w:pP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14.07.1981</w:t>
            </w:r>
          </w:p>
          <w:p w:rsidR="002E07A8" w:rsidRPr="000548F8" w:rsidRDefault="002E07A8" w:rsidP="00281619">
            <w:pPr>
              <w:jc w:val="center"/>
            </w:pP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Институт повышения квалификации " Международная профессиональная академия "Туран-Профи" </w:t>
            </w:r>
          </w:p>
          <w:p w:rsidR="002E07A8" w:rsidRPr="000548F8" w:rsidRDefault="002E07A8" w:rsidP="00281619">
            <w:pPr>
              <w:jc w:val="center"/>
            </w:pP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Высшее, учитель биологии и химии Северо Казахстанский государственный университет </w:t>
            </w:r>
          </w:p>
          <w:p w:rsidR="002E07A8" w:rsidRPr="000548F8" w:rsidRDefault="002E07A8" w:rsidP="00281619">
            <w:pPr>
              <w:jc w:val="center"/>
            </w:pP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"Смирновская СШ№3"</w:t>
            </w:r>
          </w:p>
          <w:p w:rsidR="002E07A8" w:rsidRPr="000548F8" w:rsidRDefault="002E07A8" w:rsidP="00281619">
            <w:pPr>
              <w:jc w:val="center"/>
            </w:pP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rPr>
                <w:bCs/>
                <w:lang w:val="kk-KZ" w:eastAsia="en-US"/>
              </w:rPr>
              <w:t xml:space="preserve">13 лет 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0548F8">
                <w:rPr>
                  <w:bCs/>
                  <w:lang w:val="kk-KZ" w:eastAsia="en-US"/>
                </w:rPr>
                <w:t>11 м</w:t>
              </w:r>
            </w:smartTag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3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2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Оқушылардың дамуын, тәрбиесін, білім алуын әлеуметтік тұрғыдаг қорғау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-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Смирново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ул.Сыргабекова,34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87773365270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8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Аушакимова Самал Кадыржановна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rPr>
                <w:lang w:val="en-US"/>
              </w:rPr>
              <w:t>02</w:t>
            </w:r>
            <w:r w:rsidRPr="000548F8">
              <w:t>.031995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СКГУ 2016г.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Социальный педагог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«Советская средняя школа имени УМ. Ахмедсафина»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1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1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1ст.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Нет 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rPr>
                <w:lang w:val="kk-KZ"/>
              </w:rPr>
            </w:pPr>
            <w:r w:rsidRPr="000548F8">
              <w:rPr>
                <w:lang w:val="kk-KZ"/>
              </w:rPr>
              <w:t>Воспитание у учащихся навыков здорового образа жизни, путем формирования отрицательного отношения к вредным привычкам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Нет 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87715240223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9</w:t>
            </w:r>
          </w:p>
        </w:tc>
        <w:tc>
          <w:tcPr>
            <w:tcW w:w="1505" w:type="dxa"/>
          </w:tcPr>
          <w:p w:rsidR="002E07A8" w:rsidRPr="000548F8" w:rsidRDefault="002E07A8" w:rsidP="00281619">
            <w:r w:rsidRPr="000548F8">
              <w:t>Барамзина Виктория Аркадьевна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05/07-1993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Высшее, СКГУ им.М.Козыбаева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Социальная педагогика и самопознание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«Ленинская СШ»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 года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2 года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6часов Самопознания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2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Нет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Социально-педагогическая работа по профилактике конфликтов среди подростков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нет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с.Ленинское Новая 12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87023635596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87153229725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10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rPr>
                <w:lang w:val="kk-KZ"/>
              </w:rPr>
            </w:pPr>
            <w:r w:rsidRPr="000548F8">
              <w:rPr>
                <w:lang w:val="kk-KZ"/>
              </w:rPr>
              <w:t>Галиуллина Анар Таженовна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29.03.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1964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Высшее, «Институт повышения квалификации «Международная профессиональная академия» «Туран-Профи»,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2014 год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«Социальный педагог»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КГУ «Рублевская средняя школа»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29 лет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2 года 9 мес 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0,5 ставки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-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«Социальная защита ребенка, оказание ему социальной или мндицинской помощи, умение организовать его реабилитацию и адаптацию в обществе»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-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СКО Аккайынский р-н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с. Рублевка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ул. Гагарина дом №23 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87779254039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Дом.тел:</w:t>
            </w:r>
          </w:p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>2-73-13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11</w:t>
            </w:r>
          </w:p>
        </w:tc>
        <w:tc>
          <w:tcPr>
            <w:tcW w:w="1505" w:type="dxa"/>
          </w:tcPr>
          <w:p w:rsidR="002E07A8" w:rsidRPr="000548F8" w:rsidRDefault="002E07A8" w:rsidP="00281619">
            <w:r w:rsidRPr="000548F8">
              <w:t>Баяхметова Бахытжан Булатовна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r w:rsidRPr="000548F8">
              <w:t>02.12.1958</w:t>
            </w:r>
          </w:p>
        </w:tc>
        <w:tc>
          <w:tcPr>
            <w:tcW w:w="1662" w:type="dxa"/>
          </w:tcPr>
          <w:p w:rsidR="002E07A8" w:rsidRPr="000548F8" w:rsidRDefault="002E07A8" w:rsidP="00281619">
            <w:r w:rsidRPr="000548F8">
              <w:t xml:space="preserve">Высшее, </w:t>
            </w:r>
          </w:p>
          <w:p w:rsidR="002E07A8" w:rsidRPr="000548F8" w:rsidRDefault="002E07A8" w:rsidP="00281619">
            <w:r w:rsidRPr="000548F8">
              <w:t xml:space="preserve">ППИ </w:t>
            </w:r>
          </w:p>
        </w:tc>
        <w:tc>
          <w:tcPr>
            <w:tcW w:w="900" w:type="dxa"/>
          </w:tcPr>
          <w:p w:rsidR="002E07A8" w:rsidRPr="000548F8" w:rsidRDefault="002E07A8" w:rsidP="00281619">
            <w:r w:rsidRPr="000548F8">
              <w:t>Учитель истории и обществоведения, методист по воспитательной работе</w:t>
            </w:r>
          </w:p>
        </w:tc>
        <w:tc>
          <w:tcPr>
            <w:tcW w:w="1440" w:type="dxa"/>
          </w:tcPr>
          <w:p w:rsidR="002E07A8" w:rsidRPr="000548F8" w:rsidRDefault="002E07A8" w:rsidP="00281619">
            <w:r w:rsidRPr="000548F8">
              <w:t>КГУ«Токушинская школа-гимназия»</w:t>
            </w:r>
          </w:p>
        </w:tc>
        <w:tc>
          <w:tcPr>
            <w:tcW w:w="754" w:type="dxa"/>
          </w:tcPr>
          <w:p w:rsidR="002E07A8" w:rsidRPr="000548F8" w:rsidRDefault="002E07A8" w:rsidP="00281619">
            <w:r w:rsidRPr="000548F8">
              <w:t>37 лет 2 мес.</w:t>
            </w:r>
          </w:p>
        </w:tc>
        <w:tc>
          <w:tcPr>
            <w:tcW w:w="1028" w:type="dxa"/>
          </w:tcPr>
          <w:p w:rsidR="002E07A8" w:rsidRPr="000548F8" w:rsidRDefault="002E07A8" w:rsidP="00281619">
            <w:r w:rsidRPr="000548F8">
              <w:t>20 лет 8 мес.</w:t>
            </w:r>
          </w:p>
        </w:tc>
        <w:tc>
          <w:tcPr>
            <w:tcW w:w="838" w:type="dxa"/>
          </w:tcPr>
          <w:p w:rsidR="002E07A8" w:rsidRPr="000548F8" w:rsidRDefault="002E07A8" w:rsidP="00281619">
            <w:r w:rsidRPr="000548F8">
              <w:t>1 ставка</w:t>
            </w:r>
          </w:p>
        </w:tc>
        <w:tc>
          <w:tcPr>
            <w:tcW w:w="720" w:type="dxa"/>
          </w:tcPr>
          <w:p w:rsidR="002E07A8" w:rsidRPr="000548F8" w:rsidRDefault="002E07A8" w:rsidP="00281619">
            <w:r w:rsidRPr="000548F8">
              <w:t>вторая</w:t>
            </w:r>
          </w:p>
        </w:tc>
        <w:tc>
          <w:tcPr>
            <w:tcW w:w="852" w:type="dxa"/>
          </w:tcPr>
          <w:p w:rsidR="002E07A8" w:rsidRPr="000548F8" w:rsidRDefault="002E07A8" w:rsidP="00281619">
            <w:r w:rsidRPr="000548F8">
              <w:t>Грамота Акима 2016</w:t>
            </w:r>
          </w:p>
        </w:tc>
        <w:tc>
          <w:tcPr>
            <w:tcW w:w="1276" w:type="dxa"/>
          </w:tcPr>
          <w:p w:rsidR="002E07A8" w:rsidRPr="000548F8" w:rsidRDefault="002E07A8" w:rsidP="00281619">
            <w:r w:rsidRPr="000548F8">
              <w:t>Развитие интеллектуальных интересов и потребности учащихся, способствующих их нравственному становлению как социально значимой личности</w:t>
            </w:r>
          </w:p>
        </w:tc>
        <w:tc>
          <w:tcPr>
            <w:tcW w:w="2126" w:type="dxa"/>
          </w:tcPr>
          <w:p w:rsidR="002E07A8" w:rsidRPr="000548F8" w:rsidRDefault="002E07A8" w:rsidP="00281619">
            <w:r w:rsidRPr="000548F8">
              <w:t xml:space="preserve">2015 год, с 18.09.2017 проходит курсы </w:t>
            </w:r>
          </w:p>
        </w:tc>
        <w:tc>
          <w:tcPr>
            <w:tcW w:w="1701" w:type="dxa"/>
          </w:tcPr>
          <w:p w:rsidR="002E07A8" w:rsidRPr="000548F8" w:rsidRDefault="002E07A8" w:rsidP="00281619">
            <w:r w:rsidRPr="000548F8">
              <w:t>Аккайынский р-н, с Токуши, ул. Новая.</w:t>
            </w:r>
          </w:p>
          <w:p w:rsidR="002E07A8" w:rsidRPr="000548F8" w:rsidRDefault="002E07A8" w:rsidP="00281619">
            <w:r w:rsidRPr="000548F8">
              <w:t>87153226416,</w:t>
            </w:r>
          </w:p>
          <w:p w:rsidR="002E07A8" w:rsidRPr="000548F8" w:rsidRDefault="002E07A8" w:rsidP="00281619">
            <w:r w:rsidRPr="000548F8">
              <w:t>87055762734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12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Ефремова Ольга Викторовна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19.08.1972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Высшее КАРГу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Социальный педагог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«Чаглинская средняя школа»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25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0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0,5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б/к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-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с Шагалалы ул Советская  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13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Балтабаева Аршнай Сапаргалиевна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22.09.1965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высшее Карагандинский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ГУ, 2006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>социальный педагог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 «Черкасская СШ»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18 лет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13 лет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ставка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первая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сертификат ЦМРИТО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548F8">
                <w:t>2015 г</w:t>
              </w:r>
            </w:smartTag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«Индивидуально-профилактическая работа с обучающимися требующими повышенного контроля»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2014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с.Черкасское,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87052041276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2-31-73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14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Рамазанов Талгат Сакенович 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01.01.1964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  <w:r w:rsidRPr="000548F8">
              <w:t>Высшее СКГУ 2003</w:t>
            </w: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  <w:r w:rsidRPr="000548F8">
              <w:t xml:space="preserve">История </w:t>
            </w: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КГУ</w:t>
            </w:r>
          </w:p>
          <w:p w:rsidR="002E07A8" w:rsidRPr="000548F8" w:rsidRDefault="002E07A8" w:rsidP="00281619">
            <w:pPr>
              <w:jc w:val="center"/>
            </w:pPr>
            <w:r w:rsidRPr="000548F8">
              <w:t xml:space="preserve">Дайындыкская основая школа 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24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1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0,5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Без\ кат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  <w:rPr>
                <w:lang w:val="kk-KZ"/>
              </w:rPr>
            </w:pPr>
            <w:r w:rsidRPr="000548F8">
              <w:rPr>
                <w:lang w:val="kk-KZ"/>
              </w:rPr>
              <w:t xml:space="preserve">Оқушылардың білімге өмірге деген қызығуышлықтарын арттыру 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нет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СКО,Аккайынский  район село Дайындык  2-96-28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Сот87056524137</w:t>
            </w:r>
          </w:p>
        </w:tc>
      </w:tr>
      <w:tr w:rsidR="002E07A8" w:rsidRPr="000548F8" w:rsidTr="00753A1D">
        <w:tc>
          <w:tcPr>
            <w:tcW w:w="473" w:type="dxa"/>
          </w:tcPr>
          <w:p w:rsidR="002E07A8" w:rsidRPr="000548F8" w:rsidRDefault="002E07A8">
            <w:pPr>
              <w:jc w:val="center"/>
            </w:pPr>
            <w:r w:rsidRPr="000548F8">
              <w:t>15</w:t>
            </w:r>
          </w:p>
        </w:tc>
        <w:tc>
          <w:tcPr>
            <w:tcW w:w="1505" w:type="dxa"/>
          </w:tcPr>
          <w:p w:rsidR="002E07A8" w:rsidRPr="000548F8" w:rsidRDefault="002E07A8" w:rsidP="00281619">
            <w:pPr>
              <w:jc w:val="center"/>
            </w:pPr>
            <w:r w:rsidRPr="000548F8">
              <w:t>Исина Галина Васильевна</w:t>
            </w:r>
          </w:p>
        </w:tc>
        <w:tc>
          <w:tcPr>
            <w:tcW w:w="1218" w:type="dxa"/>
          </w:tcPr>
          <w:p w:rsidR="002E07A8" w:rsidRPr="000548F8" w:rsidRDefault="002E07A8" w:rsidP="00281619">
            <w:pPr>
              <w:jc w:val="center"/>
            </w:pPr>
            <w:r w:rsidRPr="000548F8">
              <w:t>18.02.1985</w:t>
            </w:r>
          </w:p>
        </w:tc>
        <w:tc>
          <w:tcPr>
            <w:tcW w:w="1662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900" w:type="dxa"/>
          </w:tcPr>
          <w:p w:rsidR="002E07A8" w:rsidRPr="000548F8" w:rsidRDefault="002E07A8" w:rsidP="00281619">
            <w:pPr>
              <w:jc w:val="center"/>
            </w:pPr>
          </w:p>
        </w:tc>
        <w:tc>
          <w:tcPr>
            <w:tcW w:w="1440" w:type="dxa"/>
          </w:tcPr>
          <w:p w:rsidR="002E07A8" w:rsidRPr="000548F8" w:rsidRDefault="002E07A8" w:rsidP="00281619">
            <w:pPr>
              <w:jc w:val="center"/>
            </w:pPr>
            <w:r w:rsidRPr="000548F8">
              <w:t>Тюменская ОШ</w:t>
            </w:r>
          </w:p>
        </w:tc>
        <w:tc>
          <w:tcPr>
            <w:tcW w:w="754" w:type="dxa"/>
          </w:tcPr>
          <w:p w:rsidR="002E07A8" w:rsidRPr="000548F8" w:rsidRDefault="002E07A8" w:rsidP="00281619">
            <w:pPr>
              <w:jc w:val="center"/>
            </w:pPr>
            <w:r w:rsidRPr="000548F8">
              <w:t>11</w:t>
            </w:r>
          </w:p>
        </w:tc>
        <w:tc>
          <w:tcPr>
            <w:tcW w:w="1028" w:type="dxa"/>
          </w:tcPr>
          <w:p w:rsidR="002E07A8" w:rsidRPr="000548F8" w:rsidRDefault="002E07A8" w:rsidP="00281619">
            <w:pPr>
              <w:jc w:val="center"/>
            </w:pPr>
            <w:r w:rsidRPr="000548F8">
              <w:t>11</w:t>
            </w:r>
          </w:p>
        </w:tc>
        <w:tc>
          <w:tcPr>
            <w:tcW w:w="838" w:type="dxa"/>
          </w:tcPr>
          <w:p w:rsidR="002E07A8" w:rsidRPr="000548F8" w:rsidRDefault="002E07A8" w:rsidP="00281619">
            <w:pPr>
              <w:jc w:val="center"/>
            </w:pPr>
            <w:r w:rsidRPr="000548F8">
              <w:t>0,5 ставки</w:t>
            </w:r>
          </w:p>
        </w:tc>
        <w:tc>
          <w:tcPr>
            <w:tcW w:w="720" w:type="dxa"/>
          </w:tcPr>
          <w:p w:rsidR="002E07A8" w:rsidRPr="000548F8" w:rsidRDefault="002E07A8" w:rsidP="00281619">
            <w:pPr>
              <w:jc w:val="center"/>
            </w:pPr>
            <w:r w:rsidRPr="000548F8">
              <w:t>-</w:t>
            </w:r>
          </w:p>
        </w:tc>
        <w:tc>
          <w:tcPr>
            <w:tcW w:w="852" w:type="dxa"/>
          </w:tcPr>
          <w:p w:rsidR="002E07A8" w:rsidRPr="000548F8" w:rsidRDefault="002E07A8" w:rsidP="00281619">
            <w:pPr>
              <w:jc w:val="center"/>
            </w:pPr>
            <w:r w:rsidRPr="000548F8">
              <w:t>-</w:t>
            </w:r>
          </w:p>
        </w:tc>
        <w:tc>
          <w:tcPr>
            <w:tcW w:w="1276" w:type="dxa"/>
          </w:tcPr>
          <w:p w:rsidR="002E07A8" w:rsidRPr="000548F8" w:rsidRDefault="002E07A8" w:rsidP="00281619">
            <w:pPr>
              <w:jc w:val="center"/>
            </w:pPr>
            <w:r w:rsidRPr="000548F8">
              <w:t>-</w:t>
            </w:r>
          </w:p>
        </w:tc>
        <w:tc>
          <w:tcPr>
            <w:tcW w:w="2126" w:type="dxa"/>
          </w:tcPr>
          <w:p w:rsidR="002E07A8" w:rsidRPr="000548F8" w:rsidRDefault="002E07A8" w:rsidP="00281619">
            <w:pPr>
              <w:jc w:val="center"/>
            </w:pPr>
            <w:r w:rsidRPr="000548F8">
              <w:t>-</w:t>
            </w:r>
          </w:p>
        </w:tc>
        <w:tc>
          <w:tcPr>
            <w:tcW w:w="1701" w:type="dxa"/>
          </w:tcPr>
          <w:p w:rsidR="002E07A8" w:rsidRPr="000548F8" w:rsidRDefault="002E07A8" w:rsidP="00281619">
            <w:pPr>
              <w:jc w:val="center"/>
            </w:pPr>
            <w:r w:rsidRPr="000548F8">
              <w:t>51376</w:t>
            </w:r>
          </w:p>
          <w:p w:rsidR="002E07A8" w:rsidRPr="000548F8" w:rsidRDefault="002E07A8" w:rsidP="00281619">
            <w:pPr>
              <w:jc w:val="center"/>
            </w:pPr>
            <w:r w:rsidRPr="000548F8">
              <w:t>87712114787</w:t>
            </w:r>
          </w:p>
        </w:tc>
      </w:tr>
    </w:tbl>
    <w:p w:rsidR="002E07A8" w:rsidRPr="000548F8" w:rsidRDefault="002E07A8" w:rsidP="001F2EA6">
      <w:pPr>
        <w:jc w:val="center"/>
        <w:rPr>
          <w:lang w:val="kk-KZ"/>
        </w:rPr>
      </w:pPr>
    </w:p>
    <w:p w:rsidR="002E07A8" w:rsidRPr="000548F8" w:rsidRDefault="002E07A8" w:rsidP="001F2EA6">
      <w:pPr>
        <w:jc w:val="center"/>
        <w:rPr>
          <w:lang w:val="kk-KZ"/>
        </w:rPr>
      </w:pPr>
    </w:p>
    <w:p w:rsidR="002E07A8" w:rsidRPr="000548F8" w:rsidRDefault="002E07A8" w:rsidP="001F2EA6">
      <w:pPr>
        <w:jc w:val="center"/>
        <w:rPr>
          <w:lang w:val="kk-KZ"/>
        </w:rPr>
      </w:pPr>
    </w:p>
    <w:p w:rsidR="002E07A8" w:rsidRPr="000548F8" w:rsidRDefault="002E07A8" w:rsidP="001F2EA6">
      <w:pPr>
        <w:jc w:val="center"/>
        <w:rPr>
          <w:lang w:val="kk-KZ"/>
        </w:rPr>
      </w:pPr>
    </w:p>
    <w:sectPr w:rsidR="002E07A8" w:rsidRPr="000548F8" w:rsidSect="00EC23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7BA"/>
    <w:rsid w:val="000066CD"/>
    <w:rsid w:val="00017AC4"/>
    <w:rsid w:val="00024EEE"/>
    <w:rsid w:val="000548F8"/>
    <w:rsid w:val="000C02B8"/>
    <w:rsid w:val="001C72D8"/>
    <w:rsid w:val="001F2EA6"/>
    <w:rsid w:val="002516C9"/>
    <w:rsid w:val="00281619"/>
    <w:rsid w:val="002942AC"/>
    <w:rsid w:val="002E07A8"/>
    <w:rsid w:val="00311553"/>
    <w:rsid w:val="003362D1"/>
    <w:rsid w:val="003541CE"/>
    <w:rsid w:val="003570D0"/>
    <w:rsid w:val="003928EC"/>
    <w:rsid w:val="003D4784"/>
    <w:rsid w:val="00406468"/>
    <w:rsid w:val="0043325E"/>
    <w:rsid w:val="004532AC"/>
    <w:rsid w:val="004B2C22"/>
    <w:rsid w:val="004B67BA"/>
    <w:rsid w:val="004D04CE"/>
    <w:rsid w:val="00514F18"/>
    <w:rsid w:val="00515ED7"/>
    <w:rsid w:val="005D5B42"/>
    <w:rsid w:val="00605D58"/>
    <w:rsid w:val="0065246B"/>
    <w:rsid w:val="00656096"/>
    <w:rsid w:val="00717B9F"/>
    <w:rsid w:val="00753A1D"/>
    <w:rsid w:val="007D2C5E"/>
    <w:rsid w:val="0080025C"/>
    <w:rsid w:val="008059CF"/>
    <w:rsid w:val="0081096A"/>
    <w:rsid w:val="00825EAF"/>
    <w:rsid w:val="00845172"/>
    <w:rsid w:val="00863F8A"/>
    <w:rsid w:val="008D58AC"/>
    <w:rsid w:val="009442BD"/>
    <w:rsid w:val="00963EFC"/>
    <w:rsid w:val="009E3941"/>
    <w:rsid w:val="00A356E2"/>
    <w:rsid w:val="00A41ABF"/>
    <w:rsid w:val="00A77086"/>
    <w:rsid w:val="00A81C6C"/>
    <w:rsid w:val="00A95DE3"/>
    <w:rsid w:val="00AF1265"/>
    <w:rsid w:val="00B53799"/>
    <w:rsid w:val="00C05BE6"/>
    <w:rsid w:val="00C310AC"/>
    <w:rsid w:val="00C35E70"/>
    <w:rsid w:val="00C55AF3"/>
    <w:rsid w:val="00C62ACC"/>
    <w:rsid w:val="00C8792F"/>
    <w:rsid w:val="00CA7148"/>
    <w:rsid w:val="00CD387D"/>
    <w:rsid w:val="00CF4FB3"/>
    <w:rsid w:val="00D21BB5"/>
    <w:rsid w:val="00D2762D"/>
    <w:rsid w:val="00D30659"/>
    <w:rsid w:val="00D503A3"/>
    <w:rsid w:val="00DD5C84"/>
    <w:rsid w:val="00DF5856"/>
    <w:rsid w:val="00E57DD1"/>
    <w:rsid w:val="00EC23F8"/>
    <w:rsid w:val="00EF01C0"/>
    <w:rsid w:val="00F73BD9"/>
    <w:rsid w:val="00F74762"/>
    <w:rsid w:val="00FB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7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717B9F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9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7</Pages>
  <Words>851</Words>
  <Characters>4851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Зауреш Балташевна</dc:creator>
  <cp:keywords/>
  <dc:description/>
  <cp:lastModifiedBy>Библиотека</cp:lastModifiedBy>
  <cp:revision>19</cp:revision>
  <cp:lastPrinted>2017-09-21T09:28:00Z</cp:lastPrinted>
  <dcterms:created xsi:type="dcterms:W3CDTF">2015-08-24T09:30:00Z</dcterms:created>
  <dcterms:modified xsi:type="dcterms:W3CDTF">2017-09-21T09:28:00Z</dcterms:modified>
</cp:coreProperties>
</file>